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4E64DB" w:rsidP="00447B8F">
      <w:pPr>
        <w:jc w:val="center"/>
        <w:rPr>
          <w:rFonts w:ascii="Arial" w:hAnsi="Arial" w:cs="Arial"/>
          <w:b/>
        </w:rPr>
      </w:pPr>
      <w:bookmarkStart w:id="0" w:name="_GoBack"/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 w:rsidR="00CE0B46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 xml:space="preserve"> – Čestné prohlášení</w:t>
      </w:r>
      <w:r w:rsidR="00CE0B46">
        <w:rPr>
          <w:rFonts w:ascii="Arial" w:hAnsi="Arial" w:cs="Arial"/>
          <w:b/>
        </w:rPr>
        <w:t xml:space="preserve"> pro část 1 (Mediální právo)</w:t>
      </w:r>
    </w:p>
    <w:bookmarkEnd w:id="0"/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4E64DB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56248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4E64DB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>VZ10/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Právní služby</w:t>
            </w:r>
            <w:r w:rsidR="000C7F11">
              <w:rPr>
                <w:rFonts w:ascii="Arial" w:hAnsi="Arial" w:cs="Arial"/>
                <w:b/>
                <w:sz w:val="20"/>
                <w:szCs w:val="20"/>
              </w:rPr>
              <w:t xml:space="preserve"> pro potřeby Českého rozhlasu a Rady Českého rozhlasu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 xml:space="preserve"> – část 1 – Mediální právo</w:t>
            </w:r>
          </w:p>
        </w:tc>
      </w:tr>
      <w:tr w:rsidR="00B56248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56248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56248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56248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56248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56248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4E64DB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CE0B4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CE0B46">
              <w:rPr>
                <w:rFonts w:ascii="Arial" w:hAnsi="Arial" w:cs="Arial"/>
                <w:sz w:val="20"/>
                <w:szCs w:val="20"/>
              </w:rPr>
              <w:t>účastníka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5F172E">
              <w:rPr>
                <w:rFonts w:ascii="Arial" w:hAnsi="Arial" w:cs="Arial"/>
                <w:sz w:val="20"/>
                <w:szCs w:val="20"/>
              </w:rPr>
              <w:t xml:space="preserve"> (resp. osoba oprávněna vyplnit za účastníka toto čestné prohlášení)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E0B46" w:rsidP="00CE0B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telefonní číslo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="00CE0B46">
              <w:rPr>
                <w:rFonts w:ascii="Arial" w:hAnsi="Arial" w:cs="Arial"/>
                <w:sz w:val="20"/>
                <w:szCs w:val="20"/>
              </w:rPr>
              <w:t>ová adresa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8C277F" w:rsidRDefault="004E64DB" w:rsidP="00CE0B46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CE0B46">
        <w:rPr>
          <w:rFonts w:ascii="Arial" w:hAnsi="Arial" w:cs="Arial"/>
          <w:sz w:val="20"/>
          <w:szCs w:val="20"/>
          <w:highlight w:val="yellow"/>
        </w:rPr>
        <w:t>DD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E0B46">
        <w:rPr>
          <w:rFonts w:ascii="Arial" w:hAnsi="Arial" w:cs="Arial"/>
          <w:sz w:val="20"/>
          <w:szCs w:val="20"/>
          <w:highlight w:val="yellow"/>
        </w:rPr>
        <w:t>MM</w:t>
      </w:r>
      <w:r w:rsidR="003A581C" w:rsidRPr="00CE0B4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E0B46" w:rsidRPr="00CE0B46">
        <w:rPr>
          <w:rFonts w:ascii="Arial" w:hAnsi="Arial" w:cs="Arial"/>
          <w:sz w:val="20"/>
          <w:szCs w:val="20"/>
          <w:highlight w:val="yellow"/>
        </w:rPr>
        <w:t>2022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</w:t>
      </w:r>
      <w:r w:rsidR="00B26426">
        <w:rPr>
          <w:rFonts w:ascii="Arial" w:hAnsi="Arial" w:cs="Arial"/>
          <w:sz w:val="20"/>
          <w:szCs w:val="20"/>
        </w:rPr>
        <w:t>účastník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CE0B46">
        <w:rPr>
          <w:rFonts w:ascii="Arial" w:hAnsi="Arial" w:cs="Arial"/>
          <w:color w:val="FF0000"/>
          <w:sz w:val="20"/>
          <w:szCs w:val="20"/>
        </w:rPr>
        <w:t xml:space="preserve"> </w:t>
      </w: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části B. Kvalifikace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3209C0">
        <w:rPr>
          <w:rFonts w:ascii="Arial" w:hAnsi="Arial" w:cs="Arial"/>
          <w:sz w:val="20"/>
          <w:szCs w:val="20"/>
        </w:rPr>
        <w:t xml:space="preserve">pro část 1 veřejné zakázky </w:t>
      </w:r>
      <w:r w:rsidR="00657AF1" w:rsidRPr="00657AF1">
        <w:rPr>
          <w:rFonts w:ascii="Arial" w:hAnsi="Arial" w:cs="Arial"/>
          <w:sz w:val="20"/>
          <w:szCs w:val="20"/>
        </w:rPr>
        <w:t>v </w:t>
      </w:r>
      <w:r w:rsidR="00657AF1" w:rsidRPr="00B26426">
        <w:rPr>
          <w:rFonts w:ascii="Arial" w:hAnsi="Arial" w:cs="Arial"/>
          <w:b/>
          <w:i/>
          <w:sz w:val="20"/>
          <w:szCs w:val="20"/>
        </w:rPr>
        <w:t>čl. I</w:t>
      </w:r>
      <w:r w:rsidR="00CE0B46" w:rsidRPr="00B26426">
        <w:rPr>
          <w:rFonts w:ascii="Arial" w:hAnsi="Arial" w:cs="Arial"/>
          <w:b/>
          <w:i/>
          <w:sz w:val="20"/>
          <w:szCs w:val="20"/>
        </w:rPr>
        <w:t>II</w:t>
      </w:r>
      <w:r w:rsidR="00657AF1" w:rsidRPr="00B26426">
        <w:rPr>
          <w:rFonts w:ascii="Arial" w:hAnsi="Arial" w:cs="Arial"/>
          <w:b/>
          <w:i/>
          <w:sz w:val="20"/>
          <w:szCs w:val="20"/>
        </w:rPr>
        <w:t xml:space="preserve"> </w:t>
      </w:r>
      <w:proofErr w:type="gramStart"/>
      <w:r w:rsidR="00657AF1" w:rsidRPr="00B26426">
        <w:rPr>
          <w:rFonts w:ascii="Arial" w:hAnsi="Arial" w:cs="Arial"/>
          <w:b/>
          <w:i/>
          <w:sz w:val="20"/>
          <w:szCs w:val="20"/>
        </w:rPr>
        <w:t>Technická</w:t>
      </w:r>
      <w:proofErr w:type="gramEnd"/>
      <w:r w:rsidR="00657AF1" w:rsidRPr="00B26426">
        <w:rPr>
          <w:rFonts w:ascii="Arial" w:hAnsi="Arial" w:cs="Arial"/>
          <w:b/>
          <w:i/>
          <w:sz w:val="20"/>
          <w:szCs w:val="20"/>
        </w:rPr>
        <w:t xml:space="preserve"> kvalifikace 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podle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§ 79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 ZZVZ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písm. A) Seznam významných služeb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od</w:t>
      </w:r>
      <w:r w:rsidR="00A004B7" w:rsidRPr="00B26426">
        <w:rPr>
          <w:rFonts w:ascii="Arial" w:hAnsi="Arial" w:cs="Arial"/>
          <w:b/>
          <w:i/>
          <w:sz w:val="20"/>
          <w:szCs w:val="20"/>
        </w:rPr>
        <w:t>st. 1</w:t>
      </w:r>
      <w:r w:rsidR="00CE0B46" w:rsidRPr="00B26426">
        <w:rPr>
          <w:rFonts w:ascii="Arial" w:hAnsi="Arial" w:cs="Arial"/>
          <w:b/>
          <w:i/>
          <w:sz w:val="20"/>
          <w:szCs w:val="20"/>
        </w:rPr>
        <w:t>, odst. 2 a odst. 3</w:t>
      </w:r>
      <w:r w:rsidR="00A004B7" w:rsidRPr="00B26426">
        <w:rPr>
          <w:rFonts w:ascii="Arial" w:hAnsi="Arial" w:cs="Arial"/>
          <w:b/>
          <w:i/>
          <w:sz w:val="20"/>
          <w:szCs w:val="20"/>
        </w:rPr>
        <w:t xml:space="preserve"> </w:t>
      </w:r>
      <w:r w:rsidR="00B63984">
        <w:rPr>
          <w:rFonts w:ascii="Arial" w:hAnsi="Arial" w:cs="Arial"/>
          <w:sz w:val="20"/>
          <w:szCs w:val="20"/>
        </w:rPr>
        <w:t>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CE0B46">
        <w:rPr>
          <w:rFonts w:ascii="Arial" w:hAnsi="Arial" w:cs="Arial"/>
          <w:sz w:val="20"/>
          <w:szCs w:val="20"/>
        </w:rPr>
        <w:t>referencí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CE0B46">
        <w:rPr>
          <w:rFonts w:ascii="Arial" w:hAnsi="Arial" w:cs="Arial"/>
          <w:sz w:val="20"/>
          <w:szCs w:val="20"/>
        </w:rPr>
        <w:t>4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</w:t>
      </w:r>
      <w:r w:rsidR="00CE0B46">
        <w:rPr>
          <w:rFonts w:ascii="Arial" w:hAnsi="Arial" w:cs="Arial"/>
          <w:sz w:val="20"/>
          <w:szCs w:val="20"/>
        </w:rPr>
        <w:t>všech požadovaných údajů.</w:t>
      </w:r>
    </w:p>
    <w:p w:rsidR="00B26426" w:rsidRDefault="00B26426" w:rsidP="00CE0B46">
      <w:pPr>
        <w:jc w:val="both"/>
        <w:rPr>
          <w:rFonts w:ascii="Arial" w:hAnsi="Arial" w:cs="Arial"/>
          <w:sz w:val="20"/>
          <w:szCs w:val="20"/>
        </w:rPr>
      </w:pPr>
    </w:p>
    <w:p w:rsidR="00B26426" w:rsidRDefault="00B26426" w:rsidP="00CE0B46">
      <w:pPr>
        <w:jc w:val="both"/>
        <w:rPr>
          <w:rFonts w:ascii="Arial" w:hAnsi="Arial" w:cs="Arial"/>
          <w:b/>
          <w:sz w:val="20"/>
          <w:szCs w:val="20"/>
        </w:rPr>
      </w:pPr>
      <w:r w:rsidRPr="00B26426">
        <w:rPr>
          <w:rFonts w:ascii="Arial" w:hAnsi="Arial" w:cs="Arial"/>
          <w:b/>
          <w:sz w:val="20"/>
          <w:szCs w:val="20"/>
        </w:rPr>
        <w:t>Účastník níže k jednotlivým odstavcům uvede všechny údaje požadované v zadávací dokumentaci, popř. uvede odkaz na číslo stránky své nabídky (např. v případě předložení anonymizovaného rozhodnutí příslušného orgánu apod.), kde zadavatel v rámci posouzení splnění podmínek účasti potřebné údaje k prokázání technické kvalifikace nalezne.</w:t>
      </w:r>
    </w:p>
    <w:p w:rsidR="00354FF1" w:rsidRDefault="00354FF1" w:rsidP="00CE0B46">
      <w:pPr>
        <w:jc w:val="both"/>
        <w:rPr>
          <w:rFonts w:ascii="Arial" w:hAnsi="Arial" w:cs="Arial"/>
          <w:b/>
          <w:sz w:val="20"/>
          <w:szCs w:val="20"/>
        </w:rPr>
      </w:pPr>
    </w:p>
    <w:p w:rsidR="00354FF1" w:rsidRPr="00354FF1" w:rsidRDefault="00354FF1" w:rsidP="00CE0B46">
      <w:pPr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*min. 7 obdobných služeb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AB4D30" w:rsidP="00AB4D30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AB4D30">
        <w:rPr>
          <w:rFonts w:ascii="Arial" w:hAnsi="Arial" w:cs="Arial"/>
          <w:b/>
          <w:sz w:val="20"/>
          <w:szCs w:val="20"/>
          <w:u w:val="single"/>
        </w:rPr>
        <w:t>Zastoupení objednatele v soudním řízení (</w:t>
      </w:r>
      <w:r w:rsidR="0065412A">
        <w:rPr>
          <w:rFonts w:ascii="Arial" w:hAnsi="Arial" w:cs="Arial"/>
          <w:b/>
          <w:sz w:val="20"/>
          <w:szCs w:val="20"/>
          <w:u w:val="single"/>
        </w:rPr>
        <w:t xml:space="preserve">část 1 - </w:t>
      </w:r>
      <w:r w:rsidRPr="00AB4D30">
        <w:rPr>
          <w:rFonts w:ascii="Arial" w:hAnsi="Arial" w:cs="Arial"/>
          <w:b/>
          <w:sz w:val="20"/>
          <w:szCs w:val="20"/>
          <w:u w:val="single"/>
        </w:rPr>
        <w:t>písm. A) odst. 1 ZD)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AB4D30" w:rsidRDefault="00AB4D30" w:rsidP="00AB4D30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AB4D30" w:rsidRDefault="00AB4D30" w:rsidP="00AB4D3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AB4D30" w:rsidRPr="00AB4D30" w:rsidRDefault="00AB4D30" w:rsidP="00AB4D30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AB4D30" w:rsidRDefault="00AB4D30" w:rsidP="00AB4D3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AB4D30" w:rsidRPr="00AB4D30" w:rsidRDefault="00AB4D30" w:rsidP="00AB4D30">
      <w:pPr>
        <w:rPr>
          <w:rFonts w:ascii="Arial" w:hAnsi="Arial" w:cs="Arial"/>
          <w:sz w:val="20"/>
          <w:szCs w:val="20"/>
        </w:rPr>
      </w:pPr>
    </w:p>
    <w:p w:rsidR="00AB4D30" w:rsidRDefault="00AB4D30" w:rsidP="00AB4D3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7C0EFA" w:rsidRPr="007C0EFA" w:rsidRDefault="007C0EFA" w:rsidP="007C0EFA">
      <w:pPr>
        <w:pStyle w:val="Odstavecseseznamem"/>
        <w:rPr>
          <w:rFonts w:ascii="Arial" w:hAnsi="Arial" w:cs="Arial"/>
          <w:sz w:val="20"/>
          <w:szCs w:val="20"/>
        </w:rPr>
      </w:pPr>
    </w:p>
    <w:p w:rsidR="007C0EFA" w:rsidRPr="00AB4D30" w:rsidRDefault="007C0EFA" w:rsidP="007C0EF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AB4D30" w:rsidRPr="00AB4D30" w:rsidRDefault="00AB4D30" w:rsidP="00AB4D30">
      <w:pPr>
        <w:pStyle w:val="Odstavecseseznamem"/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26426" w:rsidRDefault="00B26426" w:rsidP="00B26426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AB4D30">
        <w:rPr>
          <w:rFonts w:ascii="Arial" w:hAnsi="Arial" w:cs="Arial"/>
          <w:b/>
          <w:sz w:val="20"/>
          <w:szCs w:val="20"/>
          <w:u w:val="single"/>
        </w:rPr>
        <w:t>Zastoupení objednatele v</w:t>
      </w:r>
      <w:r>
        <w:rPr>
          <w:rFonts w:ascii="Arial" w:hAnsi="Arial" w:cs="Arial"/>
          <w:b/>
          <w:sz w:val="20"/>
          <w:szCs w:val="20"/>
          <w:u w:val="single"/>
        </w:rPr>
        <w:t>e správním řízení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65412A">
        <w:rPr>
          <w:rFonts w:ascii="Arial" w:hAnsi="Arial" w:cs="Arial"/>
          <w:b/>
          <w:sz w:val="20"/>
          <w:szCs w:val="20"/>
          <w:u w:val="single"/>
        </w:rPr>
        <w:t xml:space="preserve">část 1 - 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písm. A) odst.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ZD)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B26426" w:rsidRDefault="00B26426" w:rsidP="00B26426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B26426" w:rsidRDefault="00B26426" w:rsidP="00B26426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26426" w:rsidRDefault="00B26426" w:rsidP="00B26426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B26426" w:rsidRPr="00AB4D30" w:rsidRDefault="00B26426" w:rsidP="00B26426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BF5695" w:rsidRPr="00B26426" w:rsidRDefault="00BF5695" w:rsidP="00B26426">
      <w:pPr>
        <w:rPr>
          <w:rFonts w:ascii="Arial" w:hAnsi="Arial" w:cs="Arial"/>
          <w:sz w:val="20"/>
          <w:szCs w:val="20"/>
        </w:rPr>
      </w:pPr>
    </w:p>
    <w:p w:rsidR="00B26426" w:rsidRDefault="00B26426" w:rsidP="00B26426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Zpracování právního rozboru a/nebo vypracování či připomínkování vnitřních předpisů objednatele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(</w:t>
      </w:r>
      <w:r w:rsidR="0065412A">
        <w:rPr>
          <w:rFonts w:ascii="Arial" w:hAnsi="Arial" w:cs="Arial"/>
          <w:b/>
          <w:sz w:val="20"/>
          <w:szCs w:val="20"/>
          <w:u w:val="single"/>
        </w:rPr>
        <w:t xml:space="preserve">část 1 - 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písm. A) odst.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ZD)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B26426" w:rsidRDefault="00B26426" w:rsidP="00B26426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B26426" w:rsidRDefault="00B26426" w:rsidP="00B26426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26426" w:rsidRDefault="00B26426" w:rsidP="00B26426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B26426" w:rsidRDefault="00B26426" w:rsidP="00B26426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26426" w:rsidRPr="00B26426" w:rsidRDefault="00B26426" w:rsidP="00B26426">
      <w:pPr>
        <w:rPr>
          <w:rFonts w:ascii="Arial" w:hAnsi="Arial" w:cs="Arial"/>
          <w:sz w:val="20"/>
          <w:szCs w:val="20"/>
        </w:rPr>
      </w:pPr>
    </w:p>
    <w:p w:rsidR="00B26426" w:rsidRDefault="00B26426" w:rsidP="00B26426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  <w:r w:rsidRPr="007C0EFA">
        <w:rPr>
          <w:rFonts w:ascii="Arial" w:hAnsi="Arial" w:cs="Arial"/>
          <w:sz w:val="20"/>
          <w:szCs w:val="20"/>
        </w:rPr>
        <w:t>Účastník dále pro účely posouzení splnění podmín</w:t>
      </w:r>
      <w:r>
        <w:rPr>
          <w:rFonts w:ascii="Arial" w:hAnsi="Arial" w:cs="Arial"/>
          <w:sz w:val="20"/>
          <w:szCs w:val="20"/>
        </w:rPr>
        <w:t xml:space="preserve">ek </w:t>
      </w:r>
      <w:r w:rsidRPr="007C0EFA">
        <w:rPr>
          <w:rFonts w:ascii="Arial" w:hAnsi="Arial" w:cs="Arial"/>
          <w:b/>
          <w:sz w:val="20"/>
          <w:szCs w:val="20"/>
        </w:rPr>
        <w:t>Technické kvalifikace</w:t>
      </w:r>
      <w:r w:rsidRPr="007C0EFA">
        <w:rPr>
          <w:rFonts w:ascii="Arial" w:hAnsi="Arial" w:cs="Arial"/>
          <w:sz w:val="20"/>
          <w:szCs w:val="20"/>
        </w:rPr>
        <w:t xml:space="preserve"> dle </w:t>
      </w:r>
      <w:r>
        <w:rPr>
          <w:rFonts w:ascii="Arial" w:hAnsi="Arial" w:cs="Arial"/>
          <w:sz w:val="20"/>
          <w:szCs w:val="20"/>
        </w:rPr>
        <w:t>pravidel</w:t>
      </w:r>
      <w:r w:rsidRPr="007C0EFA">
        <w:rPr>
          <w:rFonts w:ascii="Arial" w:hAnsi="Arial" w:cs="Arial"/>
          <w:sz w:val="20"/>
          <w:szCs w:val="20"/>
        </w:rPr>
        <w:t xml:space="preserve"> uvedených v </w:t>
      </w:r>
      <w:r w:rsidRPr="007C0EFA">
        <w:rPr>
          <w:rFonts w:ascii="Arial" w:hAnsi="Arial" w:cs="Arial"/>
          <w:b/>
          <w:i/>
          <w:sz w:val="20"/>
          <w:szCs w:val="20"/>
        </w:rPr>
        <w:t>části B. Kvalifikace</w:t>
      </w:r>
      <w:r w:rsidRPr="007C0EFA">
        <w:rPr>
          <w:rFonts w:ascii="Arial" w:hAnsi="Arial" w:cs="Arial"/>
          <w:sz w:val="20"/>
          <w:szCs w:val="20"/>
        </w:rPr>
        <w:t xml:space="preserve"> v </w:t>
      </w:r>
      <w:r w:rsidRPr="007C0EFA">
        <w:rPr>
          <w:rFonts w:ascii="Arial" w:hAnsi="Arial" w:cs="Arial"/>
          <w:b/>
          <w:i/>
          <w:sz w:val="20"/>
          <w:szCs w:val="20"/>
        </w:rPr>
        <w:t xml:space="preserve">čl. III </w:t>
      </w:r>
      <w:proofErr w:type="gramStart"/>
      <w:r w:rsidRPr="007C0EFA">
        <w:rPr>
          <w:rFonts w:ascii="Arial" w:hAnsi="Arial" w:cs="Arial"/>
          <w:b/>
          <w:i/>
          <w:sz w:val="20"/>
          <w:szCs w:val="20"/>
        </w:rPr>
        <w:t>Technická</w:t>
      </w:r>
      <w:proofErr w:type="gramEnd"/>
      <w:r w:rsidRPr="007C0EFA">
        <w:rPr>
          <w:rFonts w:ascii="Arial" w:hAnsi="Arial" w:cs="Arial"/>
          <w:b/>
          <w:i/>
          <w:sz w:val="20"/>
          <w:szCs w:val="20"/>
        </w:rPr>
        <w:t xml:space="preserve"> kvalifikace podle § 79 ZZVZ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2A37B4">
        <w:rPr>
          <w:rFonts w:ascii="Arial" w:hAnsi="Arial" w:cs="Arial"/>
          <w:i/>
          <w:sz w:val="20"/>
          <w:szCs w:val="20"/>
        </w:rPr>
        <w:t>pro část 1</w:t>
      </w:r>
      <w:r w:rsidR="002A37B4" w:rsidRPr="00AD667A">
        <w:rPr>
          <w:rFonts w:ascii="Arial" w:hAnsi="Arial" w:cs="Arial"/>
          <w:i/>
          <w:sz w:val="20"/>
          <w:szCs w:val="20"/>
        </w:rPr>
        <w:t xml:space="preserve"> veřejné zakázky</w:t>
      </w:r>
      <w:r w:rsidR="002A37B4">
        <w:rPr>
          <w:rFonts w:ascii="Arial" w:hAnsi="Arial" w:cs="Arial"/>
          <w:i/>
          <w:sz w:val="20"/>
          <w:szCs w:val="20"/>
        </w:rPr>
        <w:t xml:space="preserve">         </w:t>
      </w:r>
      <w:r w:rsidR="002A37B4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v</w:t>
      </w:r>
      <w:r w:rsidRPr="007C0EFA">
        <w:rPr>
          <w:rFonts w:ascii="Arial" w:hAnsi="Arial" w:cs="Arial"/>
          <w:sz w:val="20"/>
          <w:szCs w:val="20"/>
        </w:rPr>
        <w:t xml:space="preserve"> </w:t>
      </w:r>
      <w:r w:rsidRPr="007C0EFA">
        <w:rPr>
          <w:rFonts w:ascii="Arial" w:hAnsi="Arial" w:cs="Arial"/>
          <w:b/>
          <w:i/>
          <w:sz w:val="20"/>
          <w:szCs w:val="20"/>
        </w:rPr>
        <w:t>písm. B) Osvědčení o vzdělání a odborné kvalifikaci</w:t>
      </w:r>
      <w:r w:rsidRPr="007C0EFA">
        <w:rPr>
          <w:rFonts w:ascii="Arial" w:hAnsi="Arial" w:cs="Arial"/>
          <w:i/>
          <w:sz w:val="20"/>
          <w:szCs w:val="20"/>
        </w:rPr>
        <w:t xml:space="preserve"> </w:t>
      </w:r>
      <w:r w:rsidRPr="007C0EFA">
        <w:rPr>
          <w:rFonts w:ascii="Arial" w:hAnsi="Arial" w:cs="Arial"/>
          <w:sz w:val="20"/>
          <w:szCs w:val="20"/>
        </w:rPr>
        <w:t>zadávací dokumentace</w:t>
      </w:r>
      <w:r>
        <w:rPr>
          <w:rFonts w:ascii="Arial" w:hAnsi="Arial" w:cs="Arial"/>
          <w:sz w:val="20"/>
          <w:szCs w:val="20"/>
        </w:rPr>
        <w:t xml:space="preserve"> uvádí osoby tvořící jeho pracovní tým, tzn. osoby odpovědné za poskytování služeb:</w:t>
      </w: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2126"/>
      </w:tblGrid>
      <w:tr w:rsidR="007C0EFA" w:rsidTr="00CD1D56">
        <w:tc>
          <w:tcPr>
            <w:tcW w:w="2122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A" w:rsidTr="00CD1D56">
        <w:tc>
          <w:tcPr>
            <w:tcW w:w="2122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A" w:rsidTr="00CD1D56">
        <w:tc>
          <w:tcPr>
            <w:tcW w:w="2122" w:type="dxa"/>
          </w:tcPr>
          <w:p w:rsidR="007C0EFA" w:rsidRPr="007C0EFA" w:rsidRDefault="007C0EFA" w:rsidP="007C0EF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D56" w:rsidTr="00CD1D56">
        <w:tc>
          <w:tcPr>
            <w:tcW w:w="2122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D56" w:rsidTr="00CD1D56">
        <w:tc>
          <w:tcPr>
            <w:tcW w:w="2122" w:type="dxa"/>
          </w:tcPr>
          <w:p w:rsidR="00CD1D56" w:rsidRPr="007C0EFA" w:rsidRDefault="00CD1D56" w:rsidP="00CD1D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p w:rsidR="00CD1D56" w:rsidRPr="00CD1D56" w:rsidRDefault="00354FF1" w:rsidP="007C0EFA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</w:t>
      </w:r>
      <w:r w:rsidR="00CD1D56">
        <w:rPr>
          <w:rFonts w:ascii="Arial" w:hAnsi="Arial" w:cs="Arial"/>
          <w:i/>
          <w:sz w:val="20"/>
          <w:szCs w:val="20"/>
        </w:rPr>
        <w:t>*V případě potřeby může účastník doplnit/odebrat příslušný počet řádků, aby údaje odpovídaly obsahu jeho nabídky.</w:t>
      </w:r>
    </w:p>
    <w:sectPr w:rsidR="00CD1D56" w:rsidRPr="00CD1D56" w:rsidSect="003A581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3D0" w:rsidRDefault="004103D0">
      <w:r>
        <w:separator/>
      </w:r>
    </w:p>
  </w:endnote>
  <w:endnote w:type="continuationSeparator" w:id="0">
    <w:p w:rsidR="004103D0" w:rsidRDefault="00410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4E64D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3D0" w:rsidRDefault="004103D0">
      <w:r>
        <w:separator/>
      </w:r>
    </w:p>
  </w:footnote>
  <w:footnote w:type="continuationSeparator" w:id="0">
    <w:p w:rsidR="004103D0" w:rsidRDefault="004103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4E64D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71359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D7C89F9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31C9A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85F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F9A6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E07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2A47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5A2C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2615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4003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D4184D0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AACA95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3405EC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9145EA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87CAB8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97EDC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9D8528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90C5D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DA4857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6CF6A2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8A9B7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DE0ECD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90989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A4EAD9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B626DE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EDE1E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5E8B7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F24A37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52A60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94C24B4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91227A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79067C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DE25EB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D3EC1E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F1CF06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2AE6AE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8E00F4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057CB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BEAA7D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044FCC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928E35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9C8A15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A44532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1DC7B5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4ACCB0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35A6CA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3A16CC4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5FE8A31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55205F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4F62E6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43828A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A8832D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A4A0D1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4C4B41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05E14D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1FF82335"/>
    <w:multiLevelType w:val="hybridMultilevel"/>
    <w:tmpl w:val="BD1C9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0FB6058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B5367D8C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0BE537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837CC37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3C4AB3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EB6963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9363EA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DDF4942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2E0CFC3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81121D6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11AEA6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16A94D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83E16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48608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6384A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B924C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C14911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24654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D63EC3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B434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44D0C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3AA6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0474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288A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0235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17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DC7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E24C10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52A408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7FECEF6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00A25D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4ACD85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236BD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596C1B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202E8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C2068E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F8896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78E40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20A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86A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7C6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168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80A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569E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38A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7728AA8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CDA00D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BC18929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EFD0AD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8B9A1C5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820B50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9F42219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B40846F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BFC681A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365AAA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250BAB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45843F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8569C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FDE9E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53CE56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D42073C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E76C8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500DD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163E9AE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CE2A02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15CC8FE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A8E421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9E2BFE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A705B7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872BF0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1821F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85C454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73B0985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38468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D852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B40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A6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76B4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96EB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12F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D820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7F185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70FB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78E8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AFE5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902A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A271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282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8200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FAB1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516C2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A8FE4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482BC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B68892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B67B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F8684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2E7F3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CF01D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1BC7ED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AC2398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ED68E3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7F70549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95C8B99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800A8FA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67522F8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414822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E4A7AF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C88E15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7E6EE60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1666CD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08D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5CDF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01E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FCD8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A67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0DA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ECC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968628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432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CCEF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749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250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64EEB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A2F8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2287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A6A6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6EAC3D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0E8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3280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8AE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A06C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166C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84DF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0A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0060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5444221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02EE5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E68B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274F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54D1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1821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90C2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1C7C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9832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F9D4D63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6588F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5D621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A2A5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F2F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E056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E8D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78FB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1AB6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C60A0FA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AE4DA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062F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983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E88C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42E3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6AC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6E15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A269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2D7AF86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CB786D6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7B3C45B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6900979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8A48BB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3FA882E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02E799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851CF85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5260BC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CB02AFE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771AA97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2ECE9B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2D86E5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AB23EF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B4611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4A2CBC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604C3C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4170B57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3126030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332D9C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056E4F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C02C42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DCC26D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750493E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682366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E0042C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8938D24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A57E7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F487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4EC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04C5F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54BD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B85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F14C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64D9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06B0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42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7F11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56E16"/>
    <w:rsid w:val="00262416"/>
    <w:rsid w:val="00263317"/>
    <w:rsid w:val="00265F94"/>
    <w:rsid w:val="002674FA"/>
    <w:rsid w:val="00277E3A"/>
    <w:rsid w:val="00284360"/>
    <w:rsid w:val="00291608"/>
    <w:rsid w:val="00296467"/>
    <w:rsid w:val="002A37B4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2744"/>
    <w:rsid w:val="00305024"/>
    <w:rsid w:val="003100BE"/>
    <w:rsid w:val="00310A5B"/>
    <w:rsid w:val="00316B8F"/>
    <w:rsid w:val="003209C0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4FF1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0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D787D"/>
    <w:rsid w:val="004E1472"/>
    <w:rsid w:val="004E5527"/>
    <w:rsid w:val="004E64DB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172E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412A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0EFA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4D30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426"/>
    <w:rsid w:val="00B2661D"/>
    <w:rsid w:val="00B32372"/>
    <w:rsid w:val="00B37D84"/>
    <w:rsid w:val="00B4044F"/>
    <w:rsid w:val="00B40C37"/>
    <w:rsid w:val="00B43903"/>
    <w:rsid w:val="00B51A81"/>
    <w:rsid w:val="00B55194"/>
    <w:rsid w:val="00B5603A"/>
    <w:rsid w:val="00B56248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6702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1D56"/>
    <w:rsid w:val="00CD6751"/>
    <w:rsid w:val="00CD7E06"/>
    <w:rsid w:val="00CE0B4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4978"/>
    <w:rsid w:val="00F873F7"/>
    <w:rsid w:val="00F9149D"/>
    <w:rsid w:val="00F9365B"/>
    <w:rsid w:val="00F95940"/>
    <w:rsid w:val="00FC185D"/>
    <w:rsid w:val="00FD2060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4338FB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31</TotalTime>
  <Pages>2</Pages>
  <Words>349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15</cp:revision>
  <cp:lastPrinted>2018-04-18T10:56:00Z</cp:lastPrinted>
  <dcterms:created xsi:type="dcterms:W3CDTF">2019-06-04T09:28:00Z</dcterms:created>
  <dcterms:modified xsi:type="dcterms:W3CDTF">2022-05-18T07:35:00Z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